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49"/>
        <w:gridCol w:w="2749"/>
        <w:gridCol w:w="2749"/>
        <w:gridCol w:w="274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D95359">
            <w:pPr>
              <w:ind w:left="69" w:right="69"/>
            </w:pPr>
          </w:p>
        </w:tc>
      </w:tr>
    </w:tbl>
    <w:p w:rsidR="00000000" w:rsidRDefault="00D95359">
      <w:pPr>
        <w:rPr>
          <w:vanish/>
        </w:rPr>
      </w:pPr>
    </w:p>
    <w:sectPr w:rsidR="00000000">
      <w:type w:val="continuous"/>
      <w:pgSz w:w="11906" w:h="16838"/>
      <w:pgMar w:top="481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5359"/>
    <w:rsid w:val="00D9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39ED7A-9D97-4693-8420-293E5781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47f4c986-ed04-4c0c-a438-d6765e1a7e98.dot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